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2AD77" w14:textId="77777777" w:rsidR="000B4350" w:rsidRDefault="000B4350" w:rsidP="00602B99">
      <w:pPr>
        <w:rPr>
          <w:rFonts w:ascii="Times New Roman" w:hAnsi="Times New Roman"/>
          <w:b/>
          <w:bCs/>
          <w:lang w:val="et-EE"/>
        </w:rPr>
      </w:pPr>
    </w:p>
    <w:p w14:paraId="7931657E" w14:textId="77777777" w:rsidR="000B4350" w:rsidRDefault="000B4350" w:rsidP="00602B99">
      <w:pPr>
        <w:rPr>
          <w:rFonts w:ascii="Times New Roman" w:hAnsi="Times New Roman"/>
          <w:b/>
          <w:bCs/>
          <w:lang w:val="et-EE"/>
        </w:rPr>
      </w:pPr>
    </w:p>
    <w:p w14:paraId="2C81D3CD" w14:textId="77777777" w:rsidR="00412366" w:rsidRDefault="00412366" w:rsidP="00602B99">
      <w:pPr>
        <w:rPr>
          <w:rFonts w:ascii="Times New Roman" w:hAnsi="Times New Roman"/>
          <w:b/>
          <w:bCs/>
          <w:lang w:val="et-EE"/>
        </w:rPr>
      </w:pPr>
    </w:p>
    <w:p w14:paraId="14A7224B" w14:textId="7F6DA5E2" w:rsidR="00602B99" w:rsidRPr="008C1C74" w:rsidRDefault="00602B99" w:rsidP="00602B99">
      <w:pPr>
        <w:rPr>
          <w:rFonts w:ascii="Times New Roman" w:hAnsi="Times New Roman"/>
          <w:b/>
          <w:bCs/>
          <w:lang w:val="et-EE"/>
        </w:rPr>
      </w:pPr>
      <w:r w:rsidRPr="008C1C74">
        <w:rPr>
          <w:rFonts w:ascii="Times New Roman" w:hAnsi="Times New Roman"/>
          <w:b/>
          <w:bCs/>
          <w:lang w:val="et-EE"/>
        </w:rPr>
        <w:t>Siseministeerium</w:t>
      </w:r>
    </w:p>
    <w:p w14:paraId="78645E06" w14:textId="082459A4" w:rsidR="00DB0668" w:rsidRPr="008C1C74" w:rsidRDefault="00DB0668" w:rsidP="00DB0668">
      <w:pPr>
        <w:rPr>
          <w:rFonts w:ascii="Times New Roman" w:hAnsi="Times New Roman"/>
          <w:bCs/>
          <w:lang w:val="et-EE"/>
        </w:rPr>
      </w:pPr>
      <w:hyperlink r:id="rId11" w:history="1">
        <w:r w:rsidRPr="008C1C74">
          <w:rPr>
            <w:rStyle w:val="Hyperlink"/>
            <w:rFonts w:ascii="Times New Roman" w:hAnsi="Times New Roman"/>
            <w:bCs/>
            <w:lang w:val="et-EE"/>
          </w:rPr>
          <w:t> info@siseministeerium.ee</w:t>
        </w:r>
      </w:hyperlink>
      <w:r w:rsidRPr="008C1C74">
        <w:rPr>
          <w:rFonts w:ascii="Times New Roman" w:hAnsi="Times New Roman"/>
          <w:bCs/>
          <w:lang w:val="et-EE"/>
        </w:rPr>
        <w:t xml:space="preserve">                                                </w:t>
      </w:r>
      <w:r w:rsidR="00483F9E" w:rsidRPr="008C1C74">
        <w:rPr>
          <w:rFonts w:ascii="Times New Roman" w:hAnsi="Times New Roman"/>
          <w:bCs/>
          <w:lang w:val="et-EE"/>
        </w:rPr>
        <w:t xml:space="preserve">   </w:t>
      </w:r>
      <w:r w:rsidRPr="008C1C74">
        <w:rPr>
          <w:rFonts w:ascii="Times New Roman" w:hAnsi="Times New Roman"/>
          <w:bCs/>
          <w:lang w:val="et-EE"/>
        </w:rPr>
        <w:t xml:space="preserve">        </w:t>
      </w:r>
      <w:r w:rsidR="00813D1E" w:rsidRPr="008C1C74">
        <w:rPr>
          <w:rFonts w:ascii="Times New Roman" w:hAnsi="Times New Roman"/>
          <w:bCs/>
          <w:lang w:val="et-EE"/>
        </w:rPr>
        <w:t>03</w:t>
      </w:r>
      <w:r w:rsidRPr="008C1C74">
        <w:rPr>
          <w:rFonts w:ascii="Times New Roman" w:hAnsi="Times New Roman"/>
          <w:bCs/>
          <w:lang w:val="et-EE"/>
        </w:rPr>
        <w:t>.0</w:t>
      </w:r>
      <w:r w:rsidR="00813D1E" w:rsidRPr="008C1C74">
        <w:rPr>
          <w:rFonts w:ascii="Times New Roman" w:hAnsi="Times New Roman"/>
          <w:bCs/>
          <w:lang w:val="et-EE"/>
        </w:rPr>
        <w:t>6</w:t>
      </w:r>
      <w:r w:rsidRPr="008C1C74">
        <w:rPr>
          <w:rFonts w:ascii="Times New Roman" w:hAnsi="Times New Roman"/>
          <w:bCs/>
          <w:lang w:val="et-EE"/>
        </w:rPr>
        <w:t>.2025 nr JV-MAA-1/</w:t>
      </w:r>
      <w:r w:rsidR="00132484">
        <w:rPr>
          <w:rFonts w:ascii="Times New Roman" w:hAnsi="Times New Roman"/>
          <w:bCs/>
          <w:lang w:val="et-EE"/>
        </w:rPr>
        <w:t>2630</w:t>
      </w:r>
      <w:r w:rsidRPr="008C1C74">
        <w:rPr>
          <w:rFonts w:ascii="Times New Roman" w:hAnsi="Times New Roman"/>
          <w:bCs/>
          <w:lang w:val="et-EE"/>
        </w:rPr>
        <w:t xml:space="preserve"> </w:t>
      </w:r>
    </w:p>
    <w:p w14:paraId="172FA3AE" w14:textId="77777777" w:rsidR="000B4350" w:rsidRPr="008C1C74" w:rsidRDefault="00602B99" w:rsidP="00602B99">
      <w:pPr>
        <w:rPr>
          <w:rFonts w:ascii="Times New Roman" w:hAnsi="Times New Roman"/>
          <w:bCs/>
          <w:lang w:val="et-EE"/>
        </w:rPr>
      </w:pPr>
      <w:r w:rsidRPr="008C1C74">
        <w:rPr>
          <w:rFonts w:ascii="Times New Roman" w:hAnsi="Times New Roman"/>
          <w:bCs/>
          <w:lang w:val="et-EE"/>
        </w:rPr>
        <w:t xml:space="preserve"> </w:t>
      </w:r>
    </w:p>
    <w:p w14:paraId="35C9A156" w14:textId="77777777" w:rsidR="000B4350" w:rsidRDefault="000B4350" w:rsidP="00602B99">
      <w:pPr>
        <w:rPr>
          <w:rFonts w:ascii="Times New Roman" w:hAnsi="Times New Roman"/>
          <w:bCs/>
          <w:lang w:val="et-EE"/>
        </w:rPr>
      </w:pPr>
    </w:p>
    <w:p w14:paraId="2782986E" w14:textId="77777777" w:rsidR="00412366" w:rsidRPr="008C1C74" w:rsidRDefault="00412366" w:rsidP="00602B99">
      <w:pPr>
        <w:rPr>
          <w:rFonts w:ascii="Times New Roman" w:hAnsi="Times New Roman"/>
          <w:bCs/>
          <w:lang w:val="et-EE"/>
        </w:rPr>
      </w:pPr>
    </w:p>
    <w:p w14:paraId="1DC32740" w14:textId="625AC913" w:rsidR="00602B99" w:rsidRPr="008C1C74" w:rsidRDefault="00602B99" w:rsidP="00602B99">
      <w:pPr>
        <w:rPr>
          <w:rFonts w:ascii="Times New Roman" w:hAnsi="Times New Roman"/>
          <w:b/>
          <w:bCs/>
          <w:lang w:val="et-EE"/>
        </w:rPr>
      </w:pPr>
      <w:r w:rsidRPr="008C1C74">
        <w:rPr>
          <w:rFonts w:ascii="Times New Roman" w:hAnsi="Times New Roman"/>
          <w:bCs/>
          <w:lang w:val="et-EE"/>
        </w:rPr>
        <w:t xml:space="preserve"> </w:t>
      </w:r>
    </w:p>
    <w:p w14:paraId="076CA0E8" w14:textId="0A04F844" w:rsidR="00AD27E8" w:rsidRPr="008C1C74" w:rsidRDefault="00AD27E8" w:rsidP="00AD27E8">
      <w:pPr>
        <w:rPr>
          <w:rFonts w:ascii="Times New Roman" w:hAnsi="Times New Roman"/>
          <w:b/>
          <w:bCs/>
        </w:rPr>
      </w:pPr>
      <w:r w:rsidRPr="008C1C74">
        <w:rPr>
          <w:rFonts w:ascii="Times New Roman" w:hAnsi="Times New Roman"/>
          <w:b/>
          <w:bCs/>
        </w:rPr>
        <w:t>Avaldus riigimaa</w:t>
      </w:r>
      <w:r w:rsidR="00E2648B" w:rsidRPr="008C1C74">
        <w:rPr>
          <w:rFonts w:ascii="Times New Roman" w:hAnsi="Times New Roman"/>
          <w:b/>
          <w:bCs/>
        </w:rPr>
        <w:t>le</w:t>
      </w:r>
      <w:r w:rsidRPr="008C1C74">
        <w:rPr>
          <w:rFonts w:ascii="Times New Roman" w:hAnsi="Times New Roman"/>
          <w:b/>
          <w:bCs/>
        </w:rPr>
        <w:t xml:space="preserve"> isikliku kasutusõiguse </w:t>
      </w:r>
      <w:r w:rsidR="00E2648B" w:rsidRPr="008C1C74">
        <w:rPr>
          <w:rFonts w:ascii="Times New Roman" w:hAnsi="Times New Roman"/>
          <w:b/>
          <w:bCs/>
        </w:rPr>
        <w:t>seadmiseks</w:t>
      </w:r>
    </w:p>
    <w:p w14:paraId="50C9205D" w14:textId="77777777" w:rsidR="00602B99" w:rsidRPr="008C1C74" w:rsidRDefault="00602B99" w:rsidP="00602B99">
      <w:pPr>
        <w:rPr>
          <w:rFonts w:ascii="Times New Roman" w:hAnsi="Times New Roman"/>
          <w:b/>
          <w:bCs/>
          <w:lang w:val="et-EE"/>
        </w:rPr>
      </w:pPr>
    </w:p>
    <w:p w14:paraId="3693A411" w14:textId="392293F3" w:rsidR="00602B99" w:rsidRPr="008C1C74" w:rsidRDefault="00602B99" w:rsidP="00412366">
      <w:pPr>
        <w:jc w:val="both"/>
        <w:rPr>
          <w:rFonts w:ascii="Times New Roman" w:hAnsi="Times New Roman"/>
        </w:rPr>
      </w:pPr>
      <w:r w:rsidRPr="008C1C74">
        <w:rPr>
          <w:rFonts w:ascii="Times New Roman" w:hAnsi="Times New Roman"/>
        </w:rPr>
        <w:t>Lähtudes elektri</w:t>
      </w:r>
      <w:r w:rsidRPr="008C1C74">
        <w:rPr>
          <w:rFonts w:ascii="Times New Roman" w:hAnsi="Times New Roman"/>
          <w:bCs/>
          <w:lang w:val="et-EE"/>
        </w:rPr>
        <w:t>projektist nr</w:t>
      </w:r>
      <w:r w:rsidR="00DC725E" w:rsidRPr="008C1C74">
        <w:rPr>
          <w:rFonts w:ascii="Times New Roman" w:hAnsi="Times New Roman"/>
          <w:bCs/>
          <w:lang w:val="et-EE"/>
        </w:rPr>
        <w:t xml:space="preserve"> LC2812 „</w:t>
      </w:r>
      <w:r w:rsidR="00DC725E" w:rsidRPr="008C1C74">
        <w:rPr>
          <w:rFonts w:ascii="Times New Roman" w:eastAsiaTheme="minorHAnsi" w:hAnsi="Times New Roman"/>
          <w:lang w:val="et-EE"/>
        </w:rPr>
        <w:t xml:space="preserve"> </w:t>
      </w:r>
      <w:proofErr w:type="spellStart"/>
      <w:r w:rsidR="00DC725E" w:rsidRPr="008C1C74">
        <w:rPr>
          <w:rFonts w:ascii="Times New Roman" w:hAnsi="Times New Roman"/>
          <w:bCs/>
          <w:lang w:val="et-EE"/>
        </w:rPr>
        <w:t>Ulitina</w:t>
      </w:r>
      <w:proofErr w:type="spellEnd"/>
      <w:r w:rsidR="00DC725E" w:rsidRPr="008C1C74">
        <w:rPr>
          <w:rFonts w:ascii="Times New Roman" w:hAnsi="Times New Roman"/>
          <w:bCs/>
          <w:lang w:val="et-EE"/>
        </w:rPr>
        <w:t xml:space="preserve"> küla piiririba elektriliitumine, Setomaa vald, Võrumaa“</w:t>
      </w:r>
      <w:r w:rsidRPr="008C1C74">
        <w:rPr>
          <w:rFonts w:ascii="Times New Roman" w:hAnsi="Times New Roman"/>
        </w:rPr>
        <w:t xml:space="preserve"> taotleb Elektrilevi OÜ</w:t>
      </w:r>
      <w:r w:rsidR="00A70DBE" w:rsidRPr="008C1C74">
        <w:rPr>
          <w:rFonts w:ascii="Times New Roman" w:hAnsi="Times New Roman"/>
        </w:rPr>
        <w:t>,</w:t>
      </w:r>
      <w:r w:rsidR="00483F9E" w:rsidRPr="008C1C74">
        <w:rPr>
          <w:rFonts w:ascii="Times New Roman" w:hAnsi="Times New Roman"/>
        </w:rPr>
        <w:t xml:space="preserve"> </w:t>
      </w:r>
      <w:r w:rsidR="006D76CA" w:rsidRPr="008C1C74">
        <w:rPr>
          <w:rFonts w:ascii="Times New Roman" w:hAnsi="Times New Roman"/>
        </w:rPr>
        <w:t>Siseministeeriumi</w:t>
      </w:r>
      <w:r w:rsidR="00302B11" w:rsidRPr="008C1C74">
        <w:rPr>
          <w:rFonts w:ascii="Times New Roman" w:hAnsi="Times New Roman"/>
        </w:rPr>
        <w:t>lt</w:t>
      </w:r>
      <w:r w:rsidR="00A70DBE" w:rsidRPr="008C1C74">
        <w:rPr>
          <w:rFonts w:ascii="Times New Roman" w:hAnsi="Times New Roman"/>
        </w:rPr>
        <w:t>,</w:t>
      </w:r>
      <w:r w:rsidR="00302B11" w:rsidRPr="008C1C74">
        <w:rPr>
          <w:rFonts w:ascii="Times New Roman" w:hAnsi="Times New Roman"/>
        </w:rPr>
        <w:t xml:space="preserve"> kui riigivara valitsejalt</w:t>
      </w:r>
      <w:r w:rsidR="00D3630D" w:rsidRPr="008C1C74">
        <w:rPr>
          <w:rFonts w:ascii="Times New Roman" w:hAnsi="Times New Roman"/>
        </w:rPr>
        <w:t>, riigi omandis olevale</w:t>
      </w:r>
      <w:r w:rsidR="006D76CA" w:rsidRPr="008C1C74">
        <w:rPr>
          <w:rFonts w:ascii="Times New Roman" w:hAnsi="Times New Roman"/>
        </w:rPr>
        <w:t xml:space="preserve"> maaüksusele</w:t>
      </w:r>
      <w:r w:rsidR="00A70DBE" w:rsidRPr="008C1C74">
        <w:rPr>
          <w:rFonts w:ascii="Times New Roman" w:hAnsi="Times New Roman"/>
        </w:rPr>
        <w:t xml:space="preserve"> isikliku kasutusõiguse seadmist</w:t>
      </w:r>
      <w:r w:rsidR="006D76CA" w:rsidRPr="008C1C74">
        <w:rPr>
          <w:rFonts w:ascii="Times New Roman" w:hAnsi="Times New Roman"/>
        </w:rPr>
        <w:t>, tehnorajatiste rajamiseks</w:t>
      </w:r>
      <w:r w:rsidR="00483F9E" w:rsidRPr="008C1C74">
        <w:rPr>
          <w:rFonts w:ascii="Times New Roman" w:hAnsi="Times New Roman"/>
        </w:rPr>
        <w:t>.</w:t>
      </w:r>
    </w:p>
    <w:p w14:paraId="039ED524" w14:textId="7F638025" w:rsidR="009F39DF" w:rsidRPr="008C1C74" w:rsidRDefault="009F39DF" w:rsidP="00412366">
      <w:pPr>
        <w:jc w:val="both"/>
        <w:rPr>
          <w:rFonts w:ascii="Times New Roman" w:hAnsi="Times New Roman"/>
        </w:rPr>
      </w:pPr>
      <w:r w:rsidRPr="008C1C74">
        <w:rPr>
          <w:rFonts w:ascii="Times New Roman" w:hAnsi="Times New Roman"/>
        </w:rPr>
        <w:t>Projekti on kooskõlastanud PPA projektijuht Taivo Surva.</w:t>
      </w:r>
    </w:p>
    <w:p w14:paraId="5909F9CA" w14:textId="77777777" w:rsidR="00602B99" w:rsidRPr="008C1C74" w:rsidRDefault="00602B99" w:rsidP="00602B99">
      <w:pPr>
        <w:rPr>
          <w:rFonts w:ascii="Times New Roman" w:hAnsi="Times New Roman"/>
          <w:b/>
          <w:bCs/>
          <w:lang w:val="et-EE"/>
        </w:rPr>
      </w:pPr>
    </w:p>
    <w:p w14:paraId="6EC09D83" w14:textId="77777777" w:rsidR="00602B99" w:rsidRPr="008C1C74" w:rsidRDefault="00602B99" w:rsidP="00602B99">
      <w:pPr>
        <w:rPr>
          <w:rFonts w:ascii="Times New Roman" w:hAnsi="Times New Roman"/>
          <w:b/>
          <w:bCs/>
          <w:lang w:val="et-EE"/>
        </w:rPr>
      </w:pPr>
      <w:r w:rsidRPr="008C1C74">
        <w:rPr>
          <w:rFonts w:ascii="Times New Roman" w:hAnsi="Times New Roman"/>
          <w:b/>
          <w:bCs/>
          <w:lang w:val="et-EE"/>
        </w:rPr>
        <w:t>1.Tehnorajatise rajamiseks vajaliku maakasutusõigust taotleb:</w:t>
      </w:r>
    </w:p>
    <w:p w14:paraId="6E679057" w14:textId="77777777" w:rsidR="00602B99" w:rsidRPr="008C1C74" w:rsidRDefault="00602B99" w:rsidP="00602B99">
      <w:pPr>
        <w:rPr>
          <w:rFonts w:ascii="Times New Roman" w:hAnsi="Times New Roman"/>
          <w:lang w:val="et-EE"/>
        </w:rPr>
      </w:pPr>
      <w:r w:rsidRPr="008C1C74">
        <w:rPr>
          <w:rFonts w:ascii="Times New Roman" w:hAnsi="Times New Roman"/>
          <w:lang w:val="et-EE"/>
        </w:rPr>
        <w:t>Elektrilevi OÜ registrikood 11050857</w:t>
      </w:r>
    </w:p>
    <w:p w14:paraId="16194D39" w14:textId="77777777" w:rsidR="00602B99" w:rsidRPr="008C1C74" w:rsidRDefault="00602B99" w:rsidP="00602B99">
      <w:pPr>
        <w:rPr>
          <w:rFonts w:ascii="Times New Roman" w:hAnsi="Times New Roman"/>
          <w:lang w:val="et-EE"/>
        </w:rPr>
      </w:pPr>
      <w:r w:rsidRPr="008C1C74">
        <w:rPr>
          <w:rFonts w:ascii="Times New Roman" w:hAnsi="Times New Roman"/>
          <w:lang w:val="et-EE"/>
        </w:rPr>
        <w:t>Esindaja volikirja alusel Krista Ahman</w:t>
      </w:r>
    </w:p>
    <w:p w14:paraId="63B441AC" w14:textId="77777777" w:rsidR="00602B99" w:rsidRPr="008C1C74" w:rsidRDefault="00602B99" w:rsidP="00602B99">
      <w:pPr>
        <w:rPr>
          <w:rFonts w:ascii="Times New Roman" w:hAnsi="Times New Roman"/>
          <w:lang w:val="et-EE"/>
        </w:rPr>
      </w:pPr>
    </w:p>
    <w:p w14:paraId="154845A5" w14:textId="2C1DF2B2" w:rsidR="00602B99" w:rsidRPr="008C1C74" w:rsidRDefault="00602B99" w:rsidP="00602B99">
      <w:pPr>
        <w:rPr>
          <w:rFonts w:ascii="Times New Roman" w:hAnsi="Times New Roman"/>
          <w:b/>
          <w:bCs/>
          <w:lang w:val="et-EE"/>
        </w:rPr>
      </w:pPr>
      <w:r w:rsidRPr="008C1C74">
        <w:rPr>
          <w:rFonts w:ascii="Times New Roman" w:hAnsi="Times New Roman"/>
          <w:b/>
          <w:bCs/>
          <w:lang w:val="et-EE"/>
        </w:rPr>
        <w:t>2. Koormatava maaüksuse asukoht</w:t>
      </w:r>
      <w:r w:rsidR="00D31B49" w:rsidRPr="008C1C74">
        <w:rPr>
          <w:rFonts w:ascii="Times New Roman" w:hAnsi="Times New Roman"/>
          <w:b/>
          <w:bCs/>
          <w:lang w:val="et-EE"/>
        </w:rPr>
        <w:t xml:space="preserve"> ja kasutusõiguse </w:t>
      </w:r>
      <w:r w:rsidR="009F39DF" w:rsidRPr="008C1C74">
        <w:rPr>
          <w:rFonts w:ascii="Times New Roman" w:hAnsi="Times New Roman"/>
          <w:b/>
          <w:bCs/>
          <w:lang w:val="et-EE"/>
        </w:rPr>
        <w:t>sisu</w:t>
      </w:r>
      <w:r w:rsidRPr="008C1C74">
        <w:rPr>
          <w:rFonts w:ascii="Times New Roman" w:hAnsi="Times New Roman"/>
          <w:b/>
          <w:bCs/>
          <w:lang w:val="et-EE"/>
        </w:rPr>
        <w:t xml:space="preserve">: </w:t>
      </w:r>
    </w:p>
    <w:p w14:paraId="1034C8AC" w14:textId="59D5C5C5" w:rsidR="00F920D3" w:rsidRPr="008C1C74" w:rsidRDefault="00602B99" w:rsidP="00602B99">
      <w:pPr>
        <w:rPr>
          <w:rFonts w:ascii="Times New Roman" w:hAnsi="Times New Roman"/>
          <w:bCs/>
          <w:lang w:val="et-EE"/>
        </w:rPr>
      </w:pPr>
      <w:r w:rsidRPr="008C1C74">
        <w:rPr>
          <w:rFonts w:ascii="Times New Roman" w:hAnsi="Times New Roman"/>
          <w:bCs/>
          <w:lang w:val="et-EE"/>
        </w:rPr>
        <w:t xml:space="preserve">kinnistu registriosa nr </w:t>
      </w:r>
      <w:r w:rsidR="00E61F2E" w:rsidRPr="008C1C74">
        <w:rPr>
          <w:rFonts w:ascii="Times New Roman" w:hAnsi="Times New Roman"/>
          <w:b/>
        </w:rPr>
        <w:tab/>
      </w:r>
      <w:r w:rsidR="00E427A5" w:rsidRPr="008C1C74">
        <w:rPr>
          <w:rFonts w:ascii="Times New Roman" w:hAnsi="Times New Roman"/>
          <w:b/>
        </w:rPr>
        <w:t>25914850</w:t>
      </w:r>
      <w:r w:rsidRPr="008C1C74">
        <w:rPr>
          <w:rFonts w:ascii="Times New Roman" w:hAnsi="Times New Roman"/>
          <w:bCs/>
          <w:lang w:val="et-EE"/>
        </w:rPr>
        <w:t xml:space="preserve">, katastriüksuse tunnus </w:t>
      </w:r>
      <w:r w:rsidR="004F7B8B" w:rsidRPr="008C1C74">
        <w:rPr>
          <w:rFonts w:ascii="Times New Roman" w:hAnsi="Times New Roman"/>
          <w:bCs/>
        </w:rPr>
        <w:t>73201:001:2019</w:t>
      </w:r>
      <w:r w:rsidRPr="008C1C74">
        <w:rPr>
          <w:rFonts w:ascii="Times New Roman" w:hAnsi="Times New Roman"/>
          <w:bCs/>
          <w:lang w:val="et-EE"/>
        </w:rPr>
        <w:t xml:space="preserve">, </w:t>
      </w:r>
      <w:r w:rsidR="00473147" w:rsidRPr="008C1C74">
        <w:rPr>
          <w:rFonts w:ascii="Times New Roman" w:hAnsi="Times New Roman"/>
          <w:bCs/>
        </w:rPr>
        <w:t>Piiririba, Ulitina küla, Setomaa vald, Võru maakond</w:t>
      </w:r>
      <w:r w:rsidR="00D31B49" w:rsidRPr="008C1C74">
        <w:rPr>
          <w:rFonts w:ascii="Times New Roman" w:hAnsi="Times New Roman"/>
          <w:bCs/>
          <w:lang w:val="et-EE"/>
        </w:rPr>
        <w:t xml:space="preserve">. </w:t>
      </w:r>
    </w:p>
    <w:p w14:paraId="3D96D97F" w14:textId="30EDA7F1" w:rsidR="00F920D3" w:rsidRPr="008C1C74" w:rsidRDefault="00F920D3" w:rsidP="00F920D3">
      <w:pPr>
        <w:rPr>
          <w:rFonts w:ascii="Times New Roman" w:hAnsi="Times New Roman"/>
          <w:bCs/>
        </w:rPr>
      </w:pPr>
      <w:bookmarkStart w:id="0" w:name="_Hlk196735444"/>
      <w:r w:rsidRPr="008C1C74">
        <w:rPr>
          <w:rFonts w:ascii="Times New Roman" w:hAnsi="Times New Roman"/>
          <w:bCs/>
        </w:rPr>
        <w:t>Kasutusõigus seatakse maakaabelliinile</w:t>
      </w:r>
      <w:r w:rsidR="00381EE3" w:rsidRPr="008C1C74">
        <w:rPr>
          <w:rFonts w:ascii="Times New Roman" w:hAnsi="Times New Roman"/>
          <w:bCs/>
        </w:rPr>
        <w:t>,</w:t>
      </w:r>
      <w:r w:rsidRPr="008C1C74">
        <w:rPr>
          <w:rFonts w:ascii="Times New Roman" w:hAnsi="Times New Roman"/>
          <w:bCs/>
        </w:rPr>
        <w:t xml:space="preserve"> kasutusõiguse ala ligikaudne suurus on </w:t>
      </w:r>
      <w:r w:rsidR="00A72E51" w:rsidRPr="008C1C74">
        <w:rPr>
          <w:rFonts w:ascii="Times New Roman" w:hAnsi="Times New Roman"/>
          <w:bCs/>
        </w:rPr>
        <w:t>31</w:t>
      </w:r>
      <w:r w:rsidRPr="008C1C74">
        <w:rPr>
          <w:rFonts w:ascii="Times New Roman" w:hAnsi="Times New Roman"/>
          <w:bCs/>
          <w:lang w:val="et-EE"/>
        </w:rPr>
        <w:t xml:space="preserve"> m²</w:t>
      </w:r>
      <w:r w:rsidRPr="008C1C74">
        <w:rPr>
          <w:rFonts w:ascii="Times New Roman" w:hAnsi="Times New Roman"/>
          <w:bCs/>
        </w:rPr>
        <w:t>.</w:t>
      </w:r>
    </w:p>
    <w:bookmarkEnd w:id="0"/>
    <w:p w14:paraId="28503691" w14:textId="77777777" w:rsidR="00110187" w:rsidRPr="008C1C74" w:rsidRDefault="00602B99" w:rsidP="00110187">
      <w:pPr>
        <w:rPr>
          <w:rFonts w:ascii="Times New Roman" w:hAnsi="Times New Roman"/>
          <w:u w:val="single"/>
          <w:lang w:val="et-EE"/>
        </w:rPr>
      </w:pPr>
      <w:r w:rsidRPr="008C1C74">
        <w:rPr>
          <w:rFonts w:ascii="Times New Roman" w:hAnsi="Times New Roman"/>
          <w:lang w:val="et-EE"/>
        </w:rPr>
        <w:t xml:space="preserve">Ruumiandmete tunnus </w:t>
      </w:r>
      <w:r w:rsidR="00110187" w:rsidRPr="008C1C74">
        <w:rPr>
          <w:rFonts w:ascii="Times New Roman" w:hAnsi="Times New Roman"/>
          <w:u w:val="single"/>
          <w:lang w:val="et-EE"/>
        </w:rPr>
        <w:t>591352</w:t>
      </w:r>
    </w:p>
    <w:p w14:paraId="5A9426F6" w14:textId="032BEEDF" w:rsidR="00A6640A" w:rsidRPr="008C1C74" w:rsidRDefault="00110187" w:rsidP="00602B99">
      <w:pPr>
        <w:rPr>
          <w:rFonts w:ascii="Times New Roman" w:hAnsi="Times New Roman"/>
          <w:sz w:val="22"/>
          <w:szCs w:val="22"/>
        </w:rPr>
      </w:pPr>
      <w:hyperlink r:id="rId12" w:history="1">
        <w:r w:rsidRPr="008C1C74">
          <w:rPr>
            <w:rStyle w:val="Hyperlink"/>
            <w:rFonts w:ascii="Times New Roman" w:hAnsi="Times New Roman"/>
            <w:sz w:val="22"/>
            <w:szCs w:val="22"/>
          </w:rPr>
          <w:t>https://pari.kataster.ee/magic-link/76ec435f-c041-4d34-960d-28ee284f834e</w:t>
        </w:r>
      </w:hyperlink>
    </w:p>
    <w:p w14:paraId="046A8079" w14:textId="77777777" w:rsidR="005F5960" w:rsidRPr="008C1C74" w:rsidRDefault="005F5960" w:rsidP="00602B99">
      <w:pPr>
        <w:rPr>
          <w:rFonts w:ascii="Times New Roman" w:hAnsi="Times New Roman"/>
          <w:bCs/>
        </w:rPr>
      </w:pPr>
    </w:p>
    <w:p w14:paraId="6886F251" w14:textId="488EF5B4" w:rsidR="005F5960" w:rsidRPr="008C1C74" w:rsidRDefault="005F5960" w:rsidP="005F5960">
      <w:pPr>
        <w:rPr>
          <w:rFonts w:ascii="Times New Roman" w:hAnsi="Times New Roman"/>
          <w:bCs/>
          <w:lang w:val="et-EE"/>
        </w:rPr>
      </w:pPr>
      <w:r w:rsidRPr="008C1C74">
        <w:rPr>
          <w:rFonts w:ascii="Times New Roman" w:hAnsi="Times New Roman"/>
          <w:bCs/>
          <w:lang w:val="et-EE"/>
        </w:rPr>
        <w:t xml:space="preserve">Maakaabelliini kaitsevöönd on piki liini kulgev ala, mida mõlemalt poolt liini piiravad liiniteljest 1 meetri kaugusel paiknevad mõttelised vertikaaltasandid. </w:t>
      </w:r>
    </w:p>
    <w:p w14:paraId="1F610845" w14:textId="77777777" w:rsidR="005F5960" w:rsidRPr="008C1C74" w:rsidRDefault="005F5960" w:rsidP="00602B99">
      <w:pPr>
        <w:rPr>
          <w:rFonts w:ascii="Times New Roman" w:hAnsi="Times New Roman"/>
          <w:bCs/>
        </w:rPr>
      </w:pPr>
    </w:p>
    <w:p w14:paraId="3E120965" w14:textId="77777777" w:rsidR="004019D0" w:rsidRPr="008C1C74" w:rsidRDefault="004019D0" w:rsidP="004019D0">
      <w:pPr>
        <w:rPr>
          <w:rFonts w:ascii="Times New Roman" w:hAnsi="Times New Roman"/>
          <w:lang w:val="et-EE"/>
        </w:rPr>
      </w:pPr>
      <w:r w:rsidRPr="008C1C74">
        <w:rPr>
          <w:rFonts w:ascii="Times New Roman" w:hAnsi="Times New Roman"/>
          <w:lang w:val="et-EE"/>
        </w:rPr>
        <w:t>Isikliku kasutusõiguse sisuks on elektrivõrgu väljaehitamine, omamine ning kasutajal lasuva elektrivõrgu arendamiskohustuse täitmise tagamine, elektriliinide remontimine, hooldamine, asendamine, kasutamine, kasutusse andmine ja muul viisil ekspluateerimine elektrivõrgu talitluse tagamise eesmärgil</w:t>
      </w:r>
    </w:p>
    <w:p w14:paraId="54FF4DBE" w14:textId="77777777" w:rsidR="004019D0" w:rsidRPr="008C1C74" w:rsidRDefault="004019D0" w:rsidP="004019D0">
      <w:pPr>
        <w:rPr>
          <w:rFonts w:ascii="Times New Roman" w:hAnsi="Times New Roman"/>
          <w:b/>
          <w:bCs/>
          <w:lang w:val="et-EE"/>
        </w:rPr>
      </w:pPr>
    </w:p>
    <w:p w14:paraId="61565AFF" w14:textId="77777777" w:rsidR="004019D0" w:rsidRPr="008C1C74" w:rsidRDefault="004019D0" w:rsidP="004019D0">
      <w:pPr>
        <w:rPr>
          <w:rFonts w:ascii="Times New Roman" w:hAnsi="Times New Roman"/>
          <w:b/>
          <w:bCs/>
          <w:lang w:val="et-EE"/>
        </w:rPr>
      </w:pPr>
      <w:r w:rsidRPr="008C1C74">
        <w:rPr>
          <w:rFonts w:ascii="Times New Roman" w:hAnsi="Times New Roman"/>
          <w:b/>
          <w:bCs/>
          <w:lang w:val="et-EE"/>
        </w:rPr>
        <w:t>3. Kasutusõigusega koormamise tähtaeg</w:t>
      </w:r>
      <w:r w:rsidRPr="008C1C74">
        <w:rPr>
          <w:rFonts w:ascii="Times New Roman" w:hAnsi="Times New Roman"/>
          <w:lang w:val="et-EE"/>
        </w:rPr>
        <w:t>- tähtajatu</w:t>
      </w:r>
    </w:p>
    <w:p w14:paraId="48EDD4D5" w14:textId="77777777" w:rsidR="004019D0" w:rsidRPr="008C1C74" w:rsidRDefault="004019D0" w:rsidP="004019D0">
      <w:pPr>
        <w:rPr>
          <w:rFonts w:ascii="Times New Roman" w:hAnsi="Times New Roman"/>
          <w:b/>
          <w:bCs/>
          <w:lang w:val="et-EE"/>
        </w:rPr>
      </w:pPr>
    </w:p>
    <w:p w14:paraId="670AD44E" w14:textId="77777777" w:rsidR="004019D0" w:rsidRPr="008C1C74" w:rsidRDefault="004019D0" w:rsidP="004019D0">
      <w:pPr>
        <w:rPr>
          <w:rFonts w:ascii="Times New Roman" w:hAnsi="Times New Roman"/>
          <w:b/>
          <w:bCs/>
          <w:lang w:val="et-EE"/>
        </w:rPr>
      </w:pPr>
      <w:r w:rsidRPr="008C1C74">
        <w:rPr>
          <w:rFonts w:ascii="Times New Roman" w:hAnsi="Times New Roman"/>
          <w:b/>
          <w:bCs/>
          <w:lang w:val="et-EE"/>
        </w:rPr>
        <w:t xml:space="preserve">4. </w:t>
      </w:r>
      <w:r w:rsidRPr="008C1C74">
        <w:rPr>
          <w:rFonts w:ascii="Times New Roman" w:hAnsi="Times New Roman"/>
          <w:b/>
          <w:bCs/>
        </w:rPr>
        <w:t>Isikliku kasutusõiguse seadmise kulud</w:t>
      </w:r>
    </w:p>
    <w:p w14:paraId="257FA7E1" w14:textId="2B981919" w:rsidR="004019D0" w:rsidRPr="008C1C74" w:rsidRDefault="004019D0" w:rsidP="004019D0">
      <w:pPr>
        <w:rPr>
          <w:rFonts w:ascii="Times New Roman" w:hAnsi="Times New Roman"/>
        </w:rPr>
      </w:pPr>
      <w:r w:rsidRPr="008C1C74">
        <w:rPr>
          <w:rFonts w:ascii="Times New Roman" w:hAnsi="Times New Roman"/>
        </w:rPr>
        <w:t>Kasutusõiguse seadmise kulud tasub Elektrilevi OÜ</w:t>
      </w:r>
    </w:p>
    <w:p w14:paraId="2D5819AA" w14:textId="77777777" w:rsidR="004019D0" w:rsidRPr="008C1C74" w:rsidRDefault="004019D0" w:rsidP="004019D0">
      <w:pPr>
        <w:rPr>
          <w:rFonts w:ascii="Times New Roman" w:hAnsi="Times New Roman"/>
          <w:b/>
          <w:bCs/>
        </w:rPr>
      </w:pPr>
    </w:p>
    <w:p w14:paraId="484070DD" w14:textId="77777777" w:rsidR="00602B99" w:rsidRPr="008C1C74" w:rsidRDefault="00602B99" w:rsidP="00602B99">
      <w:pPr>
        <w:rPr>
          <w:rFonts w:ascii="Times New Roman" w:hAnsi="Times New Roman"/>
        </w:rPr>
      </w:pPr>
    </w:p>
    <w:p w14:paraId="1578E8F2" w14:textId="77777777" w:rsidR="00412366" w:rsidRDefault="00412366" w:rsidP="00102D7B">
      <w:pPr>
        <w:rPr>
          <w:rFonts w:ascii="Times New Roman" w:hAnsi="Times New Roman"/>
        </w:rPr>
      </w:pPr>
    </w:p>
    <w:p w14:paraId="7ADC2D6F" w14:textId="77777777" w:rsidR="00412366" w:rsidRDefault="00412366" w:rsidP="00102D7B">
      <w:pPr>
        <w:rPr>
          <w:rFonts w:ascii="Times New Roman" w:hAnsi="Times New Roman"/>
        </w:rPr>
      </w:pPr>
    </w:p>
    <w:p w14:paraId="6EDBC050" w14:textId="77777777" w:rsidR="00412366" w:rsidRDefault="00412366" w:rsidP="00102D7B">
      <w:pPr>
        <w:rPr>
          <w:rFonts w:ascii="Times New Roman" w:hAnsi="Times New Roman"/>
        </w:rPr>
      </w:pPr>
    </w:p>
    <w:p w14:paraId="66A7BA04" w14:textId="6BC7E652" w:rsidR="00102D7B" w:rsidRPr="008C1C74" w:rsidRDefault="00102D7B" w:rsidP="00102D7B">
      <w:pPr>
        <w:rPr>
          <w:rFonts w:ascii="Times New Roman" w:hAnsi="Times New Roman"/>
        </w:rPr>
      </w:pPr>
      <w:r w:rsidRPr="008C1C74">
        <w:rPr>
          <w:rFonts w:ascii="Times New Roman" w:hAnsi="Times New Roman"/>
        </w:rPr>
        <w:lastRenderedPageBreak/>
        <w:t>Lugupidamisega</w:t>
      </w:r>
    </w:p>
    <w:p w14:paraId="4B981AA5" w14:textId="77777777" w:rsidR="00102D7B" w:rsidRPr="008C1C74" w:rsidRDefault="00102D7B" w:rsidP="00102D7B">
      <w:pPr>
        <w:rPr>
          <w:rFonts w:ascii="Times New Roman" w:hAnsi="Times New Roman"/>
        </w:rPr>
      </w:pPr>
    </w:p>
    <w:p w14:paraId="25431B10" w14:textId="77777777" w:rsidR="00102D7B" w:rsidRPr="008C1C74" w:rsidRDefault="00102D7B" w:rsidP="00102D7B">
      <w:pPr>
        <w:rPr>
          <w:rFonts w:ascii="Times New Roman" w:hAnsi="Times New Roman"/>
          <w:i/>
          <w:iCs/>
        </w:rPr>
      </w:pPr>
      <w:r w:rsidRPr="008C1C74">
        <w:rPr>
          <w:rFonts w:ascii="Times New Roman" w:hAnsi="Times New Roman"/>
          <w:i/>
          <w:iCs/>
        </w:rPr>
        <w:t>(allkirjastatud digitaalselt)</w:t>
      </w:r>
    </w:p>
    <w:p w14:paraId="1A71F69A" w14:textId="77777777" w:rsidR="00102D7B" w:rsidRPr="008C1C74" w:rsidRDefault="00102D7B" w:rsidP="00102D7B">
      <w:pPr>
        <w:rPr>
          <w:rFonts w:ascii="Times New Roman" w:hAnsi="Times New Roman"/>
          <w:i/>
          <w:iCs/>
        </w:rPr>
      </w:pPr>
    </w:p>
    <w:p w14:paraId="210E37DB" w14:textId="77777777" w:rsidR="00102D7B" w:rsidRPr="008C1C74" w:rsidRDefault="00102D7B" w:rsidP="00102D7B">
      <w:pPr>
        <w:rPr>
          <w:rFonts w:ascii="Times New Roman" w:hAnsi="Times New Roman"/>
        </w:rPr>
      </w:pPr>
      <w:r w:rsidRPr="008C1C74">
        <w:rPr>
          <w:rFonts w:ascii="Times New Roman" w:hAnsi="Times New Roman"/>
        </w:rPr>
        <w:t>Krista Ahman</w:t>
      </w:r>
    </w:p>
    <w:p w14:paraId="3ACE6BC6" w14:textId="5F50BB15" w:rsidR="00102D7B" w:rsidRPr="008C1C74" w:rsidRDefault="00FE6B59" w:rsidP="00102D7B">
      <w:pPr>
        <w:rPr>
          <w:rFonts w:ascii="Times New Roman" w:hAnsi="Times New Roman"/>
          <w:lang w:val="sv-SE"/>
        </w:rPr>
      </w:pPr>
      <w:r w:rsidRPr="008C1C74">
        <w:rPr>
          <w:rFonts w:ascii="Times New Roman" w:hAnsi="Times New Roman"/>
          <w:lang w:val="sv-SE"/>
        </w:rPr>
        <w:t>Maaõiguse spetsialist</w:t>
      </w:r>
    </w:p>
    <w:p w14:paraId="5E197126" w14:textId="77777777" w:rsidR="00FE6B59" w:rsidRPr="008C1C74" w:rsidRDefault="00FE6B59" w:rsidP="00102D7B">
      <w:pPr>
        <w:rPr>
          <w:rFonts w:ascii="Times New Roman" w:hAnsi="Times New Roman"/>
        </w:rPr>
      </w:pPr>
    </w:p>
    <w:p w14:paraId="1C096898" w14:textId="17C752F3" w:rsidR="00102D7B" w:rsidRPr="008C1C74" w:rsidRDefault="00102D7B" w:rsidP="00102D7B">
      <w:pPr>
        <w:rPr>
          <w:rFonts w:ascii="Times New Roman" w:hAnsi="Times New Roman"/>
          <w:bCs/>
          <w:lang w:val="et-EE"/>
        </w:rPr>
      </w:pPr>
      <w:r w:rsidRPr="008C1C74">
        <w:rPr>
          <w:rFonts w:ascii="Times New Roman" w:hAnsi="Times New Roman"/>
        </w:rPr>
        <w:t xml:space="preserve">Lisad: 1. </w:t>
      </w:r>
      <w:r w:rsidR="00FE6B59" w:rsidRPr="008C1C74">
        <w:rPr>
          <w:rFonts w:ascii="Times New Roman" w:hAnsi="Times New Roman"/>
        </w:rPr>
        <w:t xml:space="preserve">Isikliku kasutusõiguse </w:t>
      </w:r>
      <w:r w:rsidRPr="008C1C74">
        <w:rPr>
          <w:rFonts w:ascii="Times New Roman" w:hAnsi="Times New Roman"/>
          <w:bCs/>
          <w:lang w:val="et-EE"/>
        </w:rPr>
        <w:t>seadmise ala plaan</w:t>
      </w:r>
      <w:r w:rsidR="00FE6B59" w:rsidRPr="008C1C74">
        <w:rPr>
          <w:rFonts w:ascii="Times New Roman" w:hAnsi="Times New Roman"/>
          <w:bCs/>
          <w:lang w:val="et-EE"/>
        </w:rPr>
        <w:t>id</w:t>
      </w:r>
      <w:r w:rsidR="00545339" w:rsidRPr="008C1C74">
        <w:rPr>
          <w:rFonts w:ascii="Times New Roman" w:hAnsi="Times New Roman"/>
          <w:bCs/>
          <w:lang w:val="et-EE"/>
        </w:rPr>
        <w:t xml:space="preserve"> (1lehel)</w:t>
      </w:r>
    </w:p>
    <w:p w14:paraId="489C34F9" w14:textId="39B08240" w:rsidR="00102D7B" w:rsidRPr="008C1C74" w:rsidRDefault="00102D7B" w:rsidP="00102D7B">
      <w:pPr>
        <w:rPr>
          <w:rFonts w:ascii="Times New Roman" w:hAnsi="Times New Roman"/>
          <w:lang w:val="et-EE"/>
        </w:rPr>
      </w:pPr>
      <w:r w:rsidRPr="008C1C74">
        <w:rPr>
          <w:rFonts w:ascii="Times New Roman" w:hAnsi="Times New Roman"/>
          <w:lang w:val="et-EE"/>
        </w:rPr>
        <w:t xml:space="preserve">            2. Volikiri</w:t>
      </w:r>
    </w:p>
    <w:p w14:paraId="5E03C041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23F5BD3A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4C672C71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5E08A6AB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44370377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6A9D88F8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690A0643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36128C23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37D5186B" w14:textId="77777777" w:rsidR="00965C59" w:rsidRDefault="00965C59" w:rsidP="00102D7B">
      <w:pPr>
        <w:rPr>
          <w:rFonts w:ascii="Times New Roman" w:hAnsi="Times New Roman"/>
          <w:lang w:val="et-EE"/>
        </w:rPr>
      </w:pPr>
    </w:p>
    <w:p w14:paraId="48839B56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022D1F76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1E7E6CF4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2C01778A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5938357A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2BF02AB9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210917DD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1A799DE8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3DF2D314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1F5DAA28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57472041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39D2C52C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4D7AD228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6DE9A344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49FA073C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1758E34B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5223D2A5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2B8A9F49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1F265FF0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61A6B74B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54E411FE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44434A2E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594FD18B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74B4464C" w14:textId="77777777" w:rsidR="00C70FF9" w:rsidRDefault="00C70FF9" w:rsidP="00102D7B">
      <w:pPr>
        <w:rPr>
          <w:rFonts w:ascii="Times New Roman" w:hAnsi="Times New Roman"/>
          <w:lang w:val="et-EE"/>
        </w:rPr>
      </w:pPr>
    </w:p>
    <w:p w14:paraId="10B5BE5A" w14:textId="77777777" w:rsidR="00102D7B" w:rsidRPr="00102D7B" w:rsidRDefault="00102D7B" w:rsidP="00102D7B">
      <w:pPr>
        <w:rPr>
          <w:rFonts w:ascii="Times New Roman" w:hAnsi="Times New Roman"/>
          <w:lang w:val="et-EE"/>
        </w:rPr>
      </w:pPr>
      <w:r w:rsidRPr="00102D7B">
        <w:rPr>
          <w:rFonts w:ascii="Times New Roman" w:hAnsi="Times New Roman"/>
          <w:lang w:val="et-EE"/>
        </w:rPr>
        <w:t xml:space="preserve">Krista Ahman </w:t>
      </w:r>
    </w:p>
    <w:p w14:paraId="601D710D" w14:textId="25660E95" w:rsidR="00CB0FEA" w:rsidRPr="002B6C20" w:rsidRDefault="00102D7B" w:rsidP="003B6F35">
      <w:pPr>
        <w:rPr>
          <w:rFonts w:ascii="Times New Roman" w:hAnsi="Times New Roman"/>
        </w:rPr>
      </w:pPr>
      <w:r w:rsidRPr="00102D7B">
        <w:rPr>
          <w:rFonts w:ascii="Times New Roman" w:hAnsi="Times New Roman"/>
          <w:lang w:val="et-EE"/>
        </w:rPr>
        <w:t xml:space="preserve">5291160 </w:t>
      </w:r>
      <w:r w:rsidRPr="00102D7B">
        <w:rPr>
          <w:rFonts w:ascii="Times New Roman" w:hAnsi="Times New Roman"/>
          <w:lang w:val="lv-LV"/>
        </w:rPr>
        <w:t>krista.ahman@elektrilevi.ee</w:t>
      </w:r>
    </w:p>
    <w:sectPr w:rsidR="00CB0FEA" w:rsidRPr="002B6C20" w:rsidSect="008407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4BDB2" w14:textId="77777777" w:rsidR="00F40A3E" w:rsidRDefault="00F40A3E">
      <w:r>
        <w:separator/>
      </w:r>
    </w:p>
  </w:endnote>
  <w:endnote w:type="continuationSeparator" w:id="0">
    <w:p w14:paraId="3FA93BA9" w14:textId="77777777" w:rsidR="00F40A3E" w:rsidRDefault="00F40A3E">
      <w:r>
        <w:continuationSeparator/>
      </w:r>
    </w:p>
  </w:endnote>
  <w:endnote w:type="continuationNotice" w:id="1">
    <w:p w14:paraId="15104FF6" w14:textId="77777777" w:rsidR="00F40A3E" w:rsidRDefault="00F40A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CED17" w14:textId="77777777" w:rsidR="00F40A3E" w:rsidRDefault="00F40A3E">
      <w:r>
        <w:separator/>
      </w:r>
    </w:p>
  </w:footnote>
  <w:footnote w:type="continuationSeparator" w:id="0">
    <w:p w14:paraId="76C75E01" w14:textId="77777777" w:rsidR="00F40A3E" w:rsidRDefault="00F40A3E">
      <w:r>
        <w:continuationSeparator/>
      </w:r>
    </w:p>
  </w:footnote>
  <w:footnote w:type="continuationNotice" w:id="1">
    <w:p w14:paraId="765415AA" w14:textId="77777777" w:rsidR="00F40A3E" w:rsidRDefault="00F40A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46439"/>
    <w:multiLevelType w:val="multilevel"/>
    <w:tmpl w:val="74566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5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2"/>
  </w:num>
  <w:num w:numId="27" w16cid:durableId="1768109669">
    <w:abstractNumId w:val="26"/>
  </w:num>
  <w:num w:numId="28" w16cid:durableId="212893119">
    <w:abstractNumId w:val="14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3"/>
  </w:num>
  <w:num w:numId="32" w16cid:durableId="6462010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93668"/>
    <w:rsid w:val="000B1DBF"/>
    <w:rsid w:val="000B417F"/>
    <w:rsid w:val="000B4350"/>
    <w:rsid w:val="000B4850"/>
    <w:rsid w:val="000B57BA"/>
    <w:rsid w:val="000F3E27"/>
    <w:rsid w:val="000F4A8C"/>
    <w:rsid w:val="00102A6B"/>
    <w:rsid w:val="00102D7B"/>
    <w:rsid w:val="00103444"/>
    <w:rsid w:val="00110187"/>
    <w:rsid w:val="00122736"/>
    <w:rsid w:val="00132484"/>
    <w:rsid w:val="00146F8F"/>
    <w:rsid w:val="00162108"/>
    <w:rsid w:val="001662BC"/>
    <w:rsid w:val="0019253D"/>
    <w:rsid w:val="00194EE7"/>
    <w:rsid w:val="001A35FC"/>
    <w:rsid w:val="001B46D4"/>
    <w:rsid w:val="001E0921"/>
    <w:rsid w:val="001E09C8"/>
    <w:rsid w:val="001F1F70"/>
    <w:rsid w:val="002002F0"/>
    <w:rsid w:val="0021186E"/>
    <w:rsid w:val="00215382"/>
    <w:rsid w:val="00222632"/>
    <w:rsid w:val="00225172"/>
    <w:rsid w:val="00232001"/>
    <w:rsid w:val="002401E8"/>
    <w:rsid w:val="0024234A"/>
    <w:rsid w:val="002641F5"/>
    <w:rsid w:val="002726A3"/>
    <w:rsid w:val="002732AA"/>
    <w:rsid w:val="002833C7"/>
    <w:rsid w:val="00291B2B"/>
    <w:rsid w:val="002A1036"/>
    <w:rsid w:val="002B315A"/>
    <w:rsid w:val="002B6C20"/>
    <w:rsid w:val="002D4D27"/>
    <w:rsid w:val="002D6251"/>
    <w:rsid w:val="002E0EF7"/>
    <w:rsid w:val="002E65F2"/>
    <w:rsid w:val="002F07BC"/>
    <w:rsid w:val="00300E09"/>
    <w:rsid w:val="00302B11"/>
    <w:rsid w:val="003033AA"/>
    <w:rsid w:val="003073D3"/>
    <w:rsid w:val="003127FB"/>
    <w:rsid w:val="0033388C"/>
    <w:rsid w:val="00335CBC"/>
    <w:rsid w:val="003467AE"/>
    <w:rsid w:val="00353163"/>
    <w:rsid w:val="003551E2"/>
    <w:rsid w:val="00357C22"/>
    <w:rsid w:val="00364590"/>
    <w:rsid w:val="00365F2B"/>
    <w:rsid w:val="00381AE8"/>
    <w:rsid w:val="00381EE3"/>
    <w:rsid w:val="00382D66"/>
    <w:rsid w:val="003A0ECE"/>
    <w:rsid w:val="003B6F35"/>
    <w:rsid w:val="003C0284"/>
    <w:rsid w:val="003C6D6C"/>
    <w:rsid w:val="003D732E"/>
    <w:rsid w:val="003F5996"/>
    <w:rsid w:val="004019D0"/>
    <w:rsid w:val="00411BE6"/>
    <w:rsid w:val="00412366"/>
    <w:rsid w:val="004170C1"/>
    <w:rsid w:val="0042524E"/>
    <w:rsid w:val="00430FA1"/>
    <w:rsid w:val="0044500F"/>
    <w:rsid w:val="00470107"/>
    <w:rsid w:val="00473147"/>
    <w:rsid w:val="00477955"/>
    <w:rsid w:val="00483F9E"/>
    <w:rsid w:val="00491AD7"/>
    <w:rsid w:val="004A6FF1"/>
    <w:rsid w:val="004D1D70"/>
    <w:rsid w:val="004E5DD5"/>
    <w:rsid w:val="004F7B8B"/>
    <w:rsid w:val="0050379B"/>
    <w:rsid w:val="00532D2F"/>
    <w:rsid w:val="00545339"/>
    <w:rsid w:val="00552259"/>
    <w:rsid w:val="005667D8"/>
    <w:rsid w:val="00581E38"/>
    <w:rsid w:val="00582590"/>
    <w:rsid w:val="00583CE9"/>
    <w:rsid w:val="00585B08"/>
    <w:rsid w:val="0059251B"/>
    <w:rsid w:val="005A06EC"/>
    <w:rsid w:val="005A217D"/>
    <w:rsid w:val="005A513D"/>
    <w:rsid w:val="005A710F"/>
    <w:rsid w:val="005B1C18"/>
    <w:rsid w:val="005C24D9"/>
    <w:rsid w:val="005E3618"/>
    <w:rsid w:val="005F3298"/>
    <w:rsid w:val="005F5960"/>
    <w:rsid w:val="00602B99"/>
    <w:rsid w:val="00605B27"/>
    <w:rsid w:val="006069F4"/>
    <w:rsid w:val="00611E15"/>
    <w:rsid w:val="00615EB0"/>
    <w:rsid w:val="00622F61"/>
    <w:rsid w:val="00625192"/>
    <w:rsid w:val="0062642C"/>
    <w:rsid w:val="00627953"/>
    <w:rsid w:val="0063780B"/>
    <w:rsid w:val="00643BDB"/>
    <w:rsid w:val="006466E4"/>
    <w:rsid w:val="00657B6F"/>
    <w:rsid w:val="0066463C"/>
    <w:rsid w:val="006677D0"/>
    <w:rsid w:val="006736DE"/>
    <w:rsid w:val="00675C6D"/>
    <w:rsid w:val="0068042E"/>
    <w:rsid w:val="006A27A9"/>
    <w:rsid w:val="006A2FD0"/>
    <w:rsid w:val="006B1DCF"/>
    <w:rsid w:val="006B28B7"/>
    <w:rsid w:val="006B5553"/>
    <w:rsid w:val="006B6CAA"/>
    <w:rsid w:val="006D76CA"/>
    <w:rsid w:val="006F11F1"/>
    <w:rsid w:val="006F595A"/>
    <w:rsid w:val="00704301"/>
    <w:rsid w:val="0070500B"/>
    <w:rsid w:val="00723111"/>
    <w:rsid w:val="00755DE3"/>
    <w:rsid w:val="00765D62"/>
    <w:rsid w:val="0077377F"/>
    <w:rsid w:val="00777A7E"/>
    <w:rsid w:val="00782839"/>
    <w:rsid w:val="007870BE"/>
    <w:rsid w:val="0079645A"/>
    <w:rsid w:val="007C6F7A"/>
    <w:rsid w:val="007D52CC"/>
    <w:rsid w:val="007F2810"/>
    <w:rsid w:val="007F38C5"/>
    <w:rsid w:val="00812A56"/>
    <w:rsid w:val="00813D1E"/>
    <w:rsid w:val="008169EF"/>
    <w:rsid w:val="00820D09"/>
    <w:rsid w:val="0082604D"/>
    <w:rsid w:val="00827163"/>
    <w:rsid w:val="0083430B"/>
    <w:rsid w:val="00840780"/>
    <w:rsid w:val="0086205E"/>
    <w:rsid w:val="008626C0"/>
    <w:rsid w:val="008753E8"/>
    <w:rsid w:val="008759E3"/>
    <w:rsid w:val="008C1C74"/>
    <w:rsid w:val="008C5B01"/>
    <w:rsid w:val="008D2D2A"/>
    <w:rsid w:val="008D3667"/>
    <w:rsid w:val="008F042B"/>
    <w:rsid w:val="008F0574"/>
    <w:rsid w:val="008F2A05"/>
    <w:rsid w:val="008F667C"/>
    <w:rsid w:val="00901652"/>
    <w:rsid w:val="0091258F"/>
    <w:rsid w:val="00912BDF"/>
    <w:rsid w:val="00914FC0"/>
    <w:rsid w:val="009303BE"/>
    <w:rsid w:val="00930BE5"/>
    <w:rsid w:val="00956C5B"/>
    <w:rsid w:val="00962A66"/>
    <w:rsid w:val="00965C59"/>
    <w:rsid w:val="00992B14"/>
    <w:rsid w:val="009A0457"/>
    <w:rsid w:val="009A497D"/>
    <w:rsid w:val="009B0DB5"/>
    <w:rsid w:val="009B2A88"/>
    <w:rsid w:val="009C5E49"/>
    <w:rsid w:val="009D38F3"/>
    <w:rsid w:val="009D6ED0"/>
    <w:rsid w:val="009E181A"/>
    <w:rsid w:val="009F39DF"/>
    <w:rsid w:val="00A00A1A"/>
    <w:rsid w:val="00A17E2A"/>
    <w:rsid w:val="00A27416"/>
    <w:rsid w:val="00A33A60"/>
    <w:rsid w:val="00A43A3D"/>
    <w:rsid w:val="00A5057E"/>
    <w:rsid w:val="00A649D1"/>
    <w:rsid w:val="00A65739"/>
    <w:rsid w:val="00A6640A"/>
    <w:rsid w:val="00A70DBE"/>
    <w:rsid w:val="00A72E51"/>
    <w:rsid w:val="00A837AB"/>
    <w:rsid w:val="00AA5868"/>
    <w:rsid w:val="00AD27E8"/>
    <w:rsid w:val="00AE1639"/>
    <w:rsid w:val="00AE6B50"/>
    <w:rsid w:val="00AF6389"/>
    <w:rsid w:val="00B05AE2"/>
    <w:rsid w:val="00B27BC9"/>
    <w:rsid w:val="00B3097E"/>
    <w:rsid w:val="00B33B98"/>
    <w:rsid w:val="00B4021D"/>
    <w:rsid w:val="00B50CD2"/>
    <w:rsid w:val="00B64F5C"/>
    <w:rsid w:val="00BA34AD"/>
    <w:rsid w:val="00BA3B23"/>
    <w:rsid w:val="00BA45D4"/>
    <w:rsid w:val="00BB7AC8"/>
    <w:rsid w:val="00BC47D5"/>
    <w:rsid w:val="00BD14A4"/>
    <w:rsid w:val="00BE07EA"/>
    <w:rsid w:val="00BF0E4C"/>
    <w:rsid w:val="00C0020C"/>
    <w:rsid w:val="00C16ED9"/>
    <w:rsid w:val="00C34030"/>
    <w:rsid w:val="00C45745"/>
    <w:rsid w:val="00C53640"/>
    <w:rsid w:val="00C70FF9"/>
    <w:rsid w:val="00C712AC"/>
    <w:rsid w:val="00C86912"/>
    <w:rsid w:val="00C86C12"/>
    <w:rsid w:val="00C86E8D"/>
    <w:rsid w:val="00C95ABD"/>
    <w:rsid w:val="00C966E8"/>
    <w:rsid w:val="00CA4C43"/>
    <w:rsid w:val="00CA62C8"/>
    <w:rsid w:val="00CB0FEA"/>
    <w:rsid w:val="00CB31D7"/>
    <w:rsid w:val="00CE4916"/>
    <w:rsid w:val="00CE5616"/>
    <w:rsid w:val="00CE6E1D"/>
    <w:rsid w:val="00CF5F86"/>
    <w:rsid w:val="00D00B63"/>
    <w:rsid w:val="00D0223D"/>
    <w:rsid w:val="00D100C4"/>
    <w:rsid w:val="00D15359"/>
    <w:rsid w:val="00D25D80"/>
    <w:rsid w:val="00D30B1A"/>
    <w:rsid w:val="00D31B49"/>
    <w:rsid w:val="00D343E0"/>
    <w:rsid w:val="00D3630D"/>
    <w:rsid w:val="00D37165"/>
    <w:rsid w:val="00D4458D"/>
    <w:rsid w:val="00D8006E"/>
    <w:rsid w:val="00D8285D"/>
    <w:rsid w:val="00D879EE"/>
    <w:rsid w:val="00D902BD"/>
    <w:rsid w:val="00DB0668"/>
    <w:rsid w:val="00DB17D9"/>
    <w:rsid w:val="00DC725E"/>
    <w:rsid w:val="00DF283A"/>
    <w:rsid w:val="00DF2D6D"/>
    <w:rsid w:val="00DF3E13"/>
    <w:rsid w:val="00DF4E9C"/>
    <w:rsid w:val="00E2366F"/>
    <w:rsid w:val="00E23C4F"/>
    <w:rsid w:val="00E2648B"/>
    <w:rsid w:val="00E27A09"/>
    <w:rsid w:val="00E366A1"/>
    <w:rsid w:val="00E3783E"/>
    <w:rsid w:val="00E427A5"/>
    <w:rsid w:val="00E43B45"/>
    <w:rsid w:val="00E47970"/>
    <w:rsid w:val="00E50675"/>
    <w:rsid w:val="00E61F2E"/>
    <w:rsid w:val="00E6200E"/>
    <w:rsid w:val="00E86337"/>
    <w:rsid w:val="00E86DCB"/>
    <w:rsid w:val="00E9115C"/>
    <w:rsid w:val="00EA5D74"/>
    <w:rsid w:val="00EB5167"/>
    <w:rsid w:val="00EB79F8"/>
    <w:rsid w:val="00EC15EB"/>
    <w:rsid w:val="00EC41A5"/>
    <w:rsid w:val="00EC6F44"/>
    <w:rsid w:val="00ED26F8"/>
    <w:rsid w:val="00ED45EB"/>
    <w:rsid w:val="00EE3A60"/>
    <w:rsid w:val="00F30F4E"/>
    <w:rsid w:val="00F400F4"/>
    <w:rsid w:val="00F40A3E"/>
    <w:rsid w:val="00F50474"/>
    <w:rsid w:val="00F51E8B"/>
    <w:rsid w:val="00F629CC"/>
    <w:rsid w:val="00F647FB"/>
    <w:rsid w:val="00F67A7C"/>
    <w:rsid w:val="00F75059"/>
    <w:rsid w:val="00F87519"/>
    <w:rsid w:val="00F920D3"/>
    <w:rsid w:val="00F94E63"/>
    <w:rsid w:val="00FA395B"/>
    <w:rsid w:val="00FC0064"/>
    <w:rsid w:val="00FC3E64"/>
    <w:rsid w:val="00FD2413"/>
    <w:rsid w:val="00FE2752"/>
    <w:rsid w:val="00FE31F8"/>
    <w:rsid w:val="00FE6B34"/>
    <w:rsid w:val="00FE6B59"/>
    <w:rsid w:val="00FF60F6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02B9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4Char">
    <w:name w:val="Heading 4 Char"/>
    <w:basedOn w:val="DefaultParagraphFont"/>
    <w:link w:val="Heading4"/>
    <w:semiHidden/>
    <w:rsid w:val="00602B9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76ec435f-c041-4d34-960d-28ee284f834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&#160;info@siseministeerium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738D6C-EFCF-4975-9E88-DF0928B8A6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2</Pages>
  <Words>179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Krista Ahman</cp:lastModifiedBy>
  <cp:revision>2</cp:revision>
  <cp:lastPrinted>2025-04-15T10:05:00Z</cp:lastPrinted>
  <dcterms:created xsi:type="dcterms:W3CDTF">2025-06-03T08:19:00Z</dcterms:created>
  <dcterms:modified xsi:type="dcterms:W3CDTF">2025-06-03T08:19:00Z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